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348802302"/>
        <w:placeholder>
          <w:docPart w:val="5B9BD4B89CD5B749B6C9D07E86109827"/>
        </w:placeholder>
        <w:temporary/>
        <w:showingPlcHdr/>
        <w15:appearance w15:val="hidden"/>
      </w:sdtPr>
      <w:sdtEndPr/>
      <w:sdtContent>
        <w:p w14:paraId="6426E82E" w14:textId="77777777" w:rsidR="00363786" w:rsidRDefault="001661C0">
          <w:pPr>
            <w:pStyle w:val="Date"/>
          </w:pPr>
          <w:r>
            <w:t>Date</w:t>
          </w:r>
        </w:p>
      </w:sdtContent>
    </w:sdt>
    <w:p w14:paraId="736AAAF9" w14:textId="5E2E0399" w:rsidR="00C77CD4" w:rsidRDefault="00C77CD4">
      <w:pPr>
        <w:pStyle w:val="Title"/>
      </w:pPr>
      <w:r>
        <w:t>Ashdl Planning Sheet</w:t>
      </w:r>
    </w:p>
    <w:p w14:paraId="583B6882" w14:textId="43E882D5" w:rsidR="00363786" w:rsidRDefault="00C77CD4">
      <w:pPr>
        <w:pStyle w:val="Heading1"/>
      </w:pPr>
      <w:r>
        <w:t>Todo List</w:t>
      </w:r>
    </w:p>
    <w:p w14:paraId="7A2522E8" w14:textId="6BB30A3B" w:rsidR="00363786" w:rsidRDefault="00C77CD4">
      <w:r>
        <w:t>A list containing the things that are left to do for the current development version.</w:t>
      </w:r>
    </w:p>
    <w:p w14:paraId="7DB91CC2" w14:textId="61FE707B" w:rsidR="00363786" w:rsidRDefault="00C77CD4">
      <w:pPr>
        <w:pStyle w:val="Heading2"/>
      </w:pPr>
      <w:r>
        <w:t xml:space="preserve">Proper reading of </w:t>
      </w:r>
      <w:proofErr w:type="spellStart"/>
      <w:r>
        <w:t>spotify</w:t>
      </w:r>
      <w:proofErr w:type="spellEnd"/>
      <w:r>
        <w:t xml:space="preserve"> playlist using </w:t>
      </w:r>
      <w:proofErr w:type="spellStart"/>
      <w:r>
        <w:rPr>
          <w:b/>
          <w:bCs/>
        </w:rPr>
        <w:t>rspotify</w:t>
      </w:r>
      <w:proofErr w:type="spellEnd"/>
      <w:r>
        <w:t>.</w:t>
      </w:r>
    </w:p>
    <w:p w14:paraId="79DF84D2" w14:textId="01924F2E" w:rsidR="00363786" w:rsidRDefault="00F24A55" w:rsidP="00C77CD4">
      <w:pPr>
        <w:pStyle w:val="Heading3"/>
      </w:pPr>
      <w:r>
        <w:t xml:space="preserve">Get song title, album title, cover art </w:t>
      </w:r>
      <w:proofErr w:type="spellStart"/>
      <w:r>
        <w:t>url</w:t>
      </w:r>
      <w:proofErr w:type="spellEnd"/>
      <w:r>
        <w:t>, artists.</w:t>
      </w:r>
    </w:p>
    <w:sdt>
      <w:sdtPr>
        <w:id w:val="2019964513"/>
        <w:placeholder>
          <w:docPart w:val="669E8DAB9709974DADC2F8A80CB7BAD1"/>
        </w:placeholder>
        <w:temporary/>
        <w:showingPlcHdr/>
        <w15:appearance w15:val="hidden"/>
      </w:sdtPr>
      <w:sdtEndPr/>
      <w:sdtContent>
        <w:p w14:paraId="0EF75F3B" w14:textId="77777777" w:rsidR="00363786" w:rsidRDefault="001661C0">
          <w:pPr>
            <w:pStyle w:val="Heading1"/>
          </w:pPr>
          <w:r>
            <w:t>Heading 1</w:t>
          </w:r>
        </w:p>
      </w:sdtContent>
    </w:sdt>
    <w:sdt>
      <w:sdtPr>
        <w:id w:val="470033890"/>
        <w:placeholder>
          <w:docPart w:val="9C53710D64B29D40B0CC3C9E9429201E"/>
        </w:placeholder>
        <w:temporary/>
        <w:showingPlcHdr/>
        <w15:appearance w15:val="hidden"/>
      </w:sdtPr>
      <w:sdtEndPr/>
      <w:sdtContent>
        <w:p w14:paraId="430D267C" w14:textId="77777777" w:rsidR="00363786" w:rsidRDefault="001661C0">
          <w:r>
            <w:t xml:space="preserve">Want to insert a picture from your files or add a shape, text box, or table? You got it! On the Insert tab of the ribbon, just tap the option you need. </w:t>
          </w:r>
        </w:p>
        <w:p w14:paraId="6A8A4AE5" w14:textId="77777777" w:rsidR="00363786" w:rsidRDefault="001661C0">
          <w:r>
            <w:t>Find even more easy-to-use tool</w:t>
          </w:r>
          <w:r>
            <w:t>s on the Insert tab, such as to add a hyperlink or insert a comment.</w:t>
          </w:r>
        </w:p>
      </w:sdtContent>
    </w:sdt>
    <w:sectPr w:rsidR="00363786">
      <w:footerReference w:type="default" r:id="rId7"/>
      <w:pgSz w:w="12240" w:h="15840"/>
      <w:pgMar w:top="1440" w:right="1800" w:bottom="10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56E9E" w14:textId="77777777" w:rsidR="001661C0" w:rsidRDefault="001661C0">
      <w:pPr>
        <w:spacing w:after="0" w:line="240" w:lineRule="auto"/>
      </w:pPr>
      <w:r>
        <w:separator/>
      </w:r>
    </w:p>
    <w:p w14:paraId="43D1A938" w14:textId="77777777" w:rsidR="001661C0" w:rsidRDefault="001661C0"/>
  </w:endnote>
  <w:endnote w:type="continuationSeparator" w:id="0">
    <w:p w14:paraId="3BC37854" w14:textId="77777777" w:rsidR="001661C0" w:rsidRDefault="001661C0">
      <w:pPr>
        <w:spacing w:after="0" w:line="240" w:lineRule="auto"/>
      </w:pPr>
      <w:r>
        <w:continuationSeparator/>
      </w:r>
    </w:p>
    <w:p w14:paraId="54EC1099" w14:textId="77777777" w:rsidR="001661C0" w:rsidRDefault="00166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D2F3" w14:textId="77777777" w:rsidR="00363786" w:rsidRDefault="001661C0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66D7" w14:textId="77777777" w:rsidR="001661C0" w:rsidRDefault="001661C0">
      <w:pPr>
        <w:spacing w:after="0" w:line="240" w:lineRule="auto"/>
      </w:pPr>
      <w:r>
        <w:separator/>
      </w:r>
    </w:p>
    <w:p w14:paraId="23AE2125" w14:textId="77777777" w:rsidR="001661C0" w:rsidRDefault="001661C0"/>
  </w:footnote>
  <w:footnote w:type="continuationSeparator" w:id="0">
    <w:p w14:paraId="5B15EA22" w14:textId="77777777" w:rsidR="001661C0" w:rsidRDefault="001661C0">
      <w:pPr>
        <w:spacing w:after="0" w:line="240" w:lineRule="auto"/>
      </w:pPr>
      <w:r>
        <w:continuationSeparator/>
      </w:r>
    </w:p>
    <w:p w14:paraId="72C3EE91" w14:textId="77777777" w:rsidR="001661C0" w:rsidRDefault="001661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num w:numId="1" w16cid:durableId="844705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CD4"/>
    <w:rsid w:val="001661C0"/>
    <w:rsid w:val="00363786"/>
    <w:rsid w:val="0067275D"/>
    <w:rsid w:val="00C77CD4"/>
    <w:rsid w:val="00F24A55"/>
    <w:rsid w:val="00F4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1EBE"/>
  <w15:chartTrackingRefBased/>
  <w15:docId w15:val="{35BCA6E0-CB8A-464E-B100-BC3401AE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shrityarava/Library/Containers/com.microsoft.Word/Data/Library/Application%20Support/Microsoft/Office/16.0/DTS/en-US%7b475DF0D2-CB76-3F48-A65F-6225872BEC9E%7d/%7bFAA34863-3A80-974D-9252-3EB40EDA99D8%7dtf1000208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B9BD4B89CD5B749B6C9D07E86109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0CF4E-D65F-8242-8EC9-BEC3C878C1E7}"/>
      </w:docPartPr>
      <w:docPartBody>
        <w:p w:rsidR="00000000" w:rsidRDefault="001B0663">
          <w:pPr>
            <w:pStyle w:val="5B9BD4B89CD5B749B6C9D07E86109827"/>
          </w:pPr>
          <w:r>
            <w:t>Date</w:t>
          </w:r>
        </w:p>
      </w:docPartBody>
    </w:docPart>
    <w:docPart>
      <w:docPartPr>
        <w:name w:val="669E8DAB9709974DADC2F8A80CB7BA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F1096-5407-F74B-8C22-78AE86DA4541}"/>
      </w:docPartPr>
      <w:docPartBody>
        <w:p w:rsidR="00000000" w:rsidRDefault="001B0663">
          <w:pPr>
            <w:pStyle w:val="669E8DAB9709974DADC2F8A80CB7BAD1"/>
          </w:pPr>
          <w:r>
            <w:t>Heading 1</w:t>
          </w:r>
        </w:p>
      </w:docPartBody>
    </w:docPart>
    <w:docPart>
      <w:docPartPr>
        <w:name w:val="9C53710D64B29D40B0CC3C9E94292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F1699-8081-F349-9148-F9080C5B6B7E}"/>
      </w:docPartPr>
      <w:docPartBody>
        <w:p w:rsidR="0032148A" w:rsidRDefault="001B0663">
          <w:r>
            <w:t xml:space="preserve">Want to insert a picture from your files or add a shape, text box, or table? You got it! On the Insert tab of the ribbon, just tap the option you need. </w:t>
          </w:r>
        </w:p>
        <w:p w:rsidR="00000000" w:rsidRDefault="001B0663">
          <w:pPr>
            <w:pStyle w:val="9C53710D64B29D40B0CC3C9E9429201E"/>
          </w:pPr>
          <w:r>
            <w:t xml:space="preserve">Find even more easy-to-use tools on the Insert </w:t>
          </w:r>
          <w:r>
            <w:t>tab, such as to add a hyperlink or insert a comment.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num w:numId="1" w16cid:durableId="200441654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663"/>
    <w:rsid w:val="001B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 w:line="288" w:lineRule="auto"/>
      <w:outlineLvl w:val="0"/>
    </w:pPr>
    <w:rPr>
      <w:rFonts w:asciiTheme="majorHAnsi" w:eastAsiaTheme="minorHAnsi" w:hAnsiTheme="majorHAnsi"/>
      <w:caps/>
      <w:color w:val="ED7D31" w:themeColor="accent2"/>
      <w:spacing w:val="14"/>
      <w:sz w:val="26"/>
      <w:szCs w:val="26"/>
      <w:lang w:eastAsia="ja-JP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 w:after="120" w:line="288" w:lineRule="auto"/>
      <w:outlineLvl w:val="1"/>
    </w:pPr>
    <w:rPr>
      <w:rFonts w:asciiTheme="majorHAnsi" w:eastAsiaTheme="majorEastAsia" w:hAnsiTheme="majorHAnsi" w:cstheme="majorBidi"/>
      <w:color w:val="ED7D31" w:themeColor="accent2"/>
      <w:sz w:val="22"/>
      <w:szCs w:val="26"/>
      <w:lang w:eastAsia="ja-JP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line="288" w:lineRule="auto"/>
      <w:outlineLvl w:val="2"/>
    </w:pPr>
    <w:rPr>
      <w:rFonts w:asciiTheme="majorHAnsi" w:eastAsiaTheme="majorEastAsia" w:hAnsiTheme="majorHAnsi" w:cstheme="majorBidi"/>
      <w:color w:val="4472C4" w:themeColor="accent1"/>
      <w:sz w:val="22"/>
      <w:lang w:eastAsia="ja-JP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numPr>
        <w:ilvl w:val="3"/>
        <w:numId w:val="1"/>
      </w:numPr>
      <w:spacing w:before="40" w:line="288" w:lineRule="auto"/>
      <w:outlineLvl w:val="3"/>
    </w:pPr>
    <w:rPr>
      <w:rFonts w:asciiTheme="majorHAnsi" w:eastAsiaTheme="majorEastAsia" w:hAnsiTheme="majorHAnsi" w:cstheme="majorBidi"/>
      <w:i/>
      <w:iCs/>
      <w:color w:val="4472C4" w:themeColor="accent1"/>
      <w:spacing w:val="6"/>
      <w:sz w:val="22"/>
      <w:szCs w:val="22"/>
      <w:lang w:eastAsia="ja-JP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1"/>
      </w:numPr>
      <w:spacing w:before="40" w:line="288" w:lineRule="auto"/>
      <w:outlineLvl w:val="4"/>
    </w:pPr>
    <w:rPr>
      <w:rFonts w:asciiTheme="majorHAnsi" w:eastAsiaTheme="majorEastAsia" w:hAnsiTheme="majorHAnsi" w:cstheme="majorBidi"/>
      <w:i/>
      <w:color w:val="ED7D31" w:themeColor="accent2"/>
      <w:spacing w:val="6"/>
      <w:sz w:val="22"/>
      <w:szCs w:val="22"/>
      <w:lang w:eastAsia="ja-JP"/>
    </w:rPr>
  </w:style>
  <w:style w:type="paragraph" w:styleId="Heading6">
    <w:name w:val="heading 6"/>
    <w:basedOn w:val="Normal"/>
    <w:link w:val="Heading6Char"/>
    <w:uiPriority w:val="9"/>
    <w:semiHidden/>
    <w:unhideWhenUsed/>
    <w:qFormat/>
    <w:pPr>
      <w:numPr>
        <w:ilvl w:val="5"/>
        <w:numId w:val="1"/>
      </w:numPr>
      <w:spacing w:before="40" w:line="288" w:lineRule="auto"/>
      <w:outlineLvl w:val="5"/>
    </w:pPr>
    <w:rPr>
      <w:rFonts w:asciiTheme="majorHAnsi" w:eastAsiaTheme="majorEastAsia" w:hAnsiTheme="majorHAnsi" w:cstheme="majorBidi"/>
      <w:color w:val="ED7D31" w:themeColor="accent2"/>
      <w:spacing w:val="12"/>
      <w:sz w:val="22"/>
      <w:szCs w:val="22"/>
      <w:lang w:eastAsia="ja-JP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line="288" w:lineRule="auto"/>
      <w:outlineLvl w:val="6"/>
    </w:pPr>
    <w:rPr>
      <w:rFonts w:asciiTheme="majorHAnsi" w:eastAsiaTheme="majorEastAsia" w:hAnsiTheme="majorHAnsi" w:cstheme="majorBidi"/>
      <w:iCs/>
      <w:color w:val="ED7D31" w:themeColor="accent2"/>
      <w:sz w:val="22"/>
      <w:szCs w:val="22"/>
      <w:lang w:eastAsia="ja-JP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line="288" w:lineRule="auto"/>
      <w:outlineLvl w:val="7"/>
    </w:pPr>
    <w:rPr>
      <w:rFonts w:asciiTheme="majorHAnsi" w:eastAsiaTheme="majorEastAsia" w:hAnsiTheme="majorHAnsi" w:cstheme="majorBidi"/>
      <w:i/>
      <w:color w:val="F19D64" w:themeColor="accent2" w:themeTint="BF"/>
      <w:sz w:val="22"/>
      <w:szCs w:val="21"/>
      <w:lang w:eastAsia="ja-JP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line="288" w:lineRule="auto"/>
      <w:outlineLvl w:val="8"/>
    </w:pPr>
    <w:rPr>
      <w:rFonts w:asciiTheme="majorHAnsi" w:eastAsiaTheme="majorEastAsia" w:hAnsiTheme="majorHAnsi" w:cstheme="majorBidi"/>
      <w:iCs/>
      <w:color w:val="F19D64" w:themeColor="accent2" w:themeTint="BF"/>
      <w:sz w:val="22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BD4B89CD5B749B6C9D07E86109827">
    <w:name w:val="5B9BD4B89CD5B749B6C9D07E86109827"/>
  </w:style>
  <w:style w:type="paragraph" w:customStyle="1" w:styleId="48E8D2FB1167134DAB9B5E50E405A8EC">
    <w:name w:val="48E8D2FB1167134DAB9B5E50E405A8EC"/>
  </w:style>
  <w:style w:type="paragraph" w:customStyle="1" w:styleId="3BAC32D0F93FB04E815BDA4945A88B80">
    <w:name w:val="3BAC32D0F93FB04E815BDA4945A88B80"/>
  </w:style>
  <w:style w:type="paragraph" w:customStyle="1" w:styleId="700212BADCAD0B439C5E47E382E93A56">
    <w:name w:val="700212BADCAD0B439C5E47E382E93A56"/>
  </w:style>
  <w:style w:type="paragraph" w:customStyle="1" w:styleId="C21F262062213740936C5AE158D9AA7B">
    <w:name w:val="C21F262062213740936C5AE158D9AA7B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inorHAnsi" w:hAnsiTheme="majorHAnsi"/>
      <w:caps/>
      <w:color w:val="ED7D31" w:themeColor="accent2"/>
      <w:spacing w:val="14"/>
      <w:sz w:val="26"/>
      <w:szCs w:val="26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ED7D31" w:themeColor="accent2"/>
      <w:sz w:val="22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4472C4" w:themeColor="accent1"/>
      <w:sz w:val="22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4472C4" w:themeColor="accent1"/>
      <w:spacing w:val="6"/>
      <w:sz w:val="22"/>
      <w:szCs w:val="2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color w:val="ED7D31" w:themeColor="accent2"/>
      <w:spacing w:val="6"/>
      <w:sz w:val="22"/>
      <w:szCs w:val="22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ED7D31" w:themeColor="accent2"/>
      <w:spacing w:val="12"/>
      <w:sz w:val="22"/>
      <w:szCs w:val="22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ED7D31" w:themeColor="accent2"/>
      <w:sz w:val="22"/>
      <w:szCs w:val="22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F19D64" w:themeColor="accent2" w:themeTint="BF"/>
      <w:sz w:val="22"/>
      <w:szCs w:val="21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F19D64" w:themeColor="accent2" w:themeTint="BF"/>
      <w:sz w:val="22"/>
      <w:szCs w:val="21"/>
      <w:lang w:eastAsia="ja-JP"/>
    </w:rPr>
  </w:style>
  <w:style w:type="paragraph" w:customStyle="1" w:styleId="3EBE4619409E924CBC94B924535302D3">
    <w:name w:val="3EBE4619409E924CBC94B924535302D3"/>
  </w:style>
  <w:style w:type="paragraph" w:customStyle="1" w:styleId="669E8DAB9709974DADC2F8A80CB7BAD1">
    <w:name w:val="669E8DAB9709974DADC2F8A80CB7BAD1"/>
  </w:style>
  <w:style w:type="paragraph" w:customStyle="1" w:styleId="9C53710D64B29D40B0CC3C9E9429201E">
    <w:name w:val="9C53710D64B29D40B0CC3C9E9429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Create an Outline.dotx</Template>
  <TotalTime>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2022-04-14T18:24:00Z</dcterms:created>
  <dcterms:modified xsi:type="dcterms:W3CDTF">2022-04-14T18:32:00Z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TF10002044</vt:lpwstr>
  </property>
</Properties>
</file>